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D377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D37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Α14</w:t>
            </w:r>
            <w:r w:rsidR="009809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ED377A" w:rsidRPr="00ED377A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ED377A" w:rsidRPr="00ED37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Ο1.Ε16 </w:t>
            </w:r>
            <w:bookmarkStart w:id="0" w:name="_GoBack"/>
            <w:bookmarkEnd w:id="0"/>
            <w:r w:rsidR="00ED377A" w:rsidRPr="00ED377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Οθόνη Η/Υ Τύπου 04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ED377A" w:rsidRPr="00DF25B3" w:rsidTr="00ED377A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αναφερθεί ο Κατασκευαστής, Σειρά-Μοντέλο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Ποιότητα κατασκευής/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ISO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κατασκευαστή: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ISO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9001/2015 ή ισοδύναμο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Τυπική διάσταση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διαγωνίου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27"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5019CC" w:rsidRDefault="00ED377A" w:rsidP="00ED377A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απεικόνισης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Panel In-Plane Switching (IPS)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Μέγιστος ρυθμός ανανέωσης &gt;= 75Hz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Φυσική ανάλυση &gt;= 1920x1080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FullHD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EF62A6" w:rsidTr="00ED377A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Βάθος χρώματος &gt;= 8bit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διαστάσεων εικόνας: 16:9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Φωτεινότητα &gt;= 300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nits</w:t>
            </w:r>
            <w:proofErr w:type="spellEnd"/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ED377A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Στατική αντίθεση &gt;= 1000:1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CD1ABC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377A" w:rsidRPr="00A8070F" w:rsidRDefault="00ED377A" w:rsidP="00ED377A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Με φίλτρο αποκοπής αντανακλάσεων</w:t>
            </w:r>
          </w:p>
        </w:tc>
        <w:tc>
          <w:tcPr>
            <w:tcW w:w="1116" w:type="dxa"/>
            <w:vAlign w:val="center"/>
          </w:tcPr>
          <w:p w:rsidR="00ED377A" w:rsidRPr="00432CD9" w:rsidRDefault="00ED377A" w:rsidP="00ED377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ED377A" w:rsidRPr="00432CD9" w:rsidRDefault="00ED377A" w:rsidP="00ED377A">
            <w:r w:rsidRPr="00432CD9">
              <w:t xml:space="preserve"> </w:t>
            </w:r>
          </w:p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Σκληρότητα επιφάνειας &gt;= 3Η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Χρόνος Απόκρισης &lt;= 6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ms</w:t>
            </w:r>
            <w:proofErr w:type="spellEnd"/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Γωνία θέασης &gt;= 178 μοίρες οριζόντια &amp; κάθετα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Ρυθμιζόμενη βάση για κίνηση της οθόνης: Κάτω-Πάνω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Tilt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): τουλάχιστον από -5 έως +20 μοίρες, Δεξιά-Αριστερά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Swivel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): &gt;= +- 30 μοίρες,  Περιστροφικά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Pivot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+- 90 μοίρες,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K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αθ’ύψος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Height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&gt;= 130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mm</w:t>
            </w:r>
            <w:proofErr w:type="spellEnd"/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Θύρα εισόδου εικόνας &gt;= 1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1.4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υποστηρίζει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HDCP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στη θύρα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FE320D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λειτουργεί με σύνδεση σε τροφοδοσία δικτύου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19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Πιστοποίηση ENERGY STAR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341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20</w:t>
            </w:r>
          </w:p>
          <w:p w:rsidR="00ED377A" w:rsidRPr="00ED377A" w:rsidRDefault="00ED377A" w:rsidP="00ED377A">
            <w:pPr>
              <w:jc w:val="center"/>
            </w:pP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Πιστοποίηση CE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  <w:tr w:rsidR="00ED377A" w:rsidRPr="00DF25B3" w:rsidTr="0087481A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377A" w:rsidRPr="00ED377A" w:rsidRDefault="00ED377A" w:rsidP="00ED377A">
            <w:pPr>
              <w:jc w:val="center"/>
            </w:pPr>
            <w:r>
              <w:t>21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D377A" w:rsidRPr="00DF25B3" w:rsidRDefault="00ED377A" w:rsidP="00ED377A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116" w:type="dxa"/>
          </w:tcPr>
          <w:p w:rsidR="00ED377A" w:rsidRDefault="00ED377A" w:rsidP="00ED377A">
            <w:pPr>
              <w:jc w:val="center"/>
            </w:pPr>
            <w:r w:rsidRPr="0018091A">
              <w:t>ΝΑΙ</w:t>
            </w:r>
          </w:p>
        </w:tc>
        <w:tc>
          <w:tcPr>
            <w:tcW w:w="1156" w:type="dxa"/>
            <w:shd w:val="clear" w:color="auto" w:fill="auto"/>
            <w:noWrap/>
          </w:tcPr>
          <w:p w:rsidR="00ED377A" w:rsidRPr="00432CD9" w:rsidRDefault="00ED377A" w:rsidP="00ED377A"/>
        </w:tc>
        <w:tc>
          <w:tcPr>
            <w:tcW w:w="1349" w:type="dxa"/>
            <w:shd w:val="clear" w:color="auto" w:fill="auto"/>
            <w:noWrap/>
          </w:tcPr>
          <w:p w:rsidR="00ED377A" w:rsidRPr="00432CD9" w:rsidRDefault="00ED377A" w:rsidP="00ED377A"/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85D15"/>
    <w:rsid w:val="00185E48"/>
    <w:rsid w:val="001E6292"/>
    <w:rsid w:val="00250C6D"/>
    <w:rsid w:val="00343475"/>
    <w:rsid w:val="003E5046"/>
    <w:rsid w:val="00406FB0"/>
    <w:rsid w:val="004B2EA7"/>
    <w:rsid w:val="00524A15"/>
    <w:rsid w:val="005552FE"/>
    <w:rsid w:val="00591317"/>
    <w:rsid w:val="00592D2F"/>
    <w:rsid w:val="006C353C"/>
    <w:rsid w:val="007420FC"/>
    <w:rsid w:val="009735EA"/>
    <w:rsid w:val="009809F1"/>
    <w:rsid w:val="00997F72"/>
    <w:rsid w:val="00A40B4A"/>
    <w:rsid w:val="00B317A9"/>
    <w:rsid w:val="00C65E37"/>
    <w:rsid w:val="00C8287A"/>
    <w:rsid w:val="00E50C36"/>
    <w:rsid w:val="00E56EDD"/>
    <w:rsid w:val="00E57686"/>
    <w:rsid w:val="00EB2777"/>
    <w:rsid w:val="00ED377A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3C117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2</TotalTime>
  <Pages>1</Pages>
  <Words>192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2025-09-10T07:00:00Z</dcterms:created>
  <dcterms:modified xsi:type="dcterms:W3CDTF">2025-09-10T11:23:00Z</dcterms:modified>
</cp:coreProperties>
</file>